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FB450C">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sdt>
              <w:sdtPr>
                <w:rPr>
                  <w:bCs/>
                  <w:lang w:val="en-IE" w:eastAsia="en-GB"/>
                </w:rPr>
                <w:id w:val="1160962491"/>
                <w:placeholder>
                  <w:docPart w:val="5D78903C39E1489C9D5C485D5A3BB8D5"/>
                </w:placeholder>
              </w:sdtPr>
              <w:sdtEndPr/>
              <w:sdtContent>
                <w:tc>
                  <w:tcPr>
                    <w:tcW w:w="5491" w:type="dxa"/>
                  </w:tcPr>
                  <w:p w14:paraId="786241CD" w14:textId="17C7420E" w:rsidR="00B65513" w:rsidRPr="0007110E" w:rsidRDefault="005C0526" w:rsidP="00E82667">
                    <w:pPr>
                      <w:tabs>
                        <w:tab w:val="left" w:pos="426"/>
                      </w:tabs>
                      <w:spacing w:before="120"/>
                      <w:rPr>
                        <w:bCs/>
                        <w:lang w:val="en-IE" w:eastAsia="en-GB"/>
                      </w:rPr>
                    </w:pPr>
                    <w:r>
                      <w:rPr>
                        <w:bCs/>
                        <w:lang w:val="it-IT" w:eastAsia="en-GB"/>
                      </w:rPr>
                      <w:t>HOME.A.3</w:t>
                    </w:r>
                  </w:p>
                </w:tc>
              </w:sdtContent>
            </w:sdt>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sdt>
              <w:sdtPr>
                <w:rPr>
                  <w:bCs/>
                  <w:lang w:val="en-IE" w:eastAsia="en-GB"/>
                </w:rPr>
                <w:id w:val="1269121511"/>
                <w:placeholder>
                  <w:docPart w:val="A50732109D39426398A945726BC78C43"/>
                </w:placeholder>
              </w:sdtPr>
              <w:sdtEndPr/>
              <w:sdtContent>
                <w:sdt>
                  <w:sdtPr>
                    <w:rPr>
                      <w:bCs/>
                      <w:lang w:val="en-IE" w:eastAsia="en-GB"/>
                    </w:rPr>
                    <w:id w:val="560519753"/>
                    <w:placeholder>
                      <w:docPart w:val="13C85FDE63E24CB8BEB8CD18B2082D98"/>
                    </w:placeholder>
                  </w:sdtPr>
                  <w:sdtEndPr/>
                  <w:sdtContent>
                    <w:tc>
                      <w:tcPr>
                        <w:tcW w:w="5491" w:type="dxa"/>
                      </w:tcPr>
                      <w:p w14:paraId="26B6BD75" w14:textId="46ADE5A1" w:rsidR="00D96984" w:rsidRPr="0007110E" w:rsidRDefault="00FE17DC" w:rsidP="00E82667">
                        <w:pPr>
                          <w:tabs>
                            <w:tab w:val="left" w:pos="426"/>
                          </w:tabs>
                          <w:spacing w:before="120"/>
                          <w:rPr>
                            <w:bCs/>
                            <w:lang w:val="en-IE" w:eastAsia="en-GB"/>
                          </w:rPr>
                        </w:pPr>
                        <w:r w:rsidRPr="00550E3C">
                          <w:rPr>
                            <w:szCs w:val="24"/>
                          </w:rPr>
                          <w:t>254444</w:t>
                        </w:r>
                      </w:p>
                    </w:tc>
                  </w:sdtContent>
                </w:sdt>
              </w:sdtContent>
            </w:sdt>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sdt>
                <w:sdtPr>
                  <w:rPr>
                    <w:bCs/>
                    <w:lang w:val="en-IE" w:eastAsia="en-GB"/>
                  </w:rPr>
                  <w:id w:val="1688870199"/>
                  <w:placeholder>
                    <w:docPart w:val="2B366F805B08432F90B67E32953C06FF"/>
                  </w:placeholder>
                </w:sdtPr>
                <w:sdtEndPr/>
                <w:sdtContent>
                  <w:p w14:paraId="5FFD7730" w14:textId="77777777" w:rsidR="005C0526" w:rsidRDefault="005C0526" w:rsidP="005C0526">
                    <w:pPr>
                      <w:spacing w:after="0"/>
                      <w:ind w:right="1315"/>
                      <w:rPr>
                        <w:bCs/>
                        <w:lang w:val="en-IE" w:eastAsia="en-GB"/>
                      </w:rPr>
                    </w:pPr>
                    <w:r w:rsidRPr="003F2974">
                      <w:rPr>
                        <w:bCs/>
                        <w:lang w:val="pt-PT"/>
                      </w:rPr>
                      <w:t>Pawel Busiakiewicz</w:t>
                    </w:r>
                  </w:p>
                  <w:p w14:paraId="714DA989" w14:textId="7ACA07A6" w:rsidR="00E21DBD" w:rsidRPr="0007110E" w:rsidRDefault="00FB450C" w:rsidP="005C0526">
                    <w:pPr>
                      <w:spacing w:after="0"/>
                      <w:ind w:right="1315"/>
                      <w:rPr>
                        <w:bCs/>
                        <w:lang w:val="en-IE" w:eastAsia="en-GB"/>
                      </w:rPr>
                    </w:pPr>
                  </w:p>
                </w:sdtContent>
              </w:sdt>
            </w:sdtContent>
          </w:sdt>
          <w:p w14:paraId="34CF737A" w14:textId="0F450155" w:rsidR="00E21DBD" w:rsidRPr="0007110E" w:rsidRDefault="00FB450C"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824EC2">
                  <w:rPr>
                    <w:bCs/>
                    <w:lang w:val="en-IE" w:eastAsia="en-GB"/>
                  </w:rPr>
                  <w:t>1</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824EC2">
                  <w:rPr>
                    <w:bCs/>
                    <w:lang w:val="en-IE" w:eastAsia="en-GB"/>
                  </w:rPr>
                  <w:t>2026</w:t>
                </w:r>
              </w:sdtContent>
            </w:sdt>
          </w:p>
          <w:p w14:paraId="158DD156" w14:textId="6DCA860D" w:rsidR="00E21DBD" w:rsidRPr="0007110E" w:rsidRDefault="00FB450C"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5C0526">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0"/>
                  <w14:checkedState w14:val="2612" w14:font="MS Gothic"/>
                  <w14:uncheckedState w14:val="2610" w14:font="MS Gothic"/>
                </w14:checkbox>
              </w:sdtPr>
              <w:sdtEndPr/>
              <w:sdtContent>
                <w:r w:rsidR="00E41704">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1"/>
                  <w14:checkedState w14:val="2612" w14:font="MS Gothic"/>
                  <w14:uncheckedState w14:val="2610" w14:font="MS Gothic"/>
                </w14:checkbox>
              </w:sdtPr>
              <w:sdtEndPr/>
              <w:sdtContent>
                <w:r w:rsidR="005C0526">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dtPr>
              <w:sdtEndPr/>
              <w:sdtContent>
                <w:sdt>
                  <w:sdtPr>
                    <w:rPr>
                      <w:bCs/>
                      <w:szCs w:val="24"/>
                      <w:lang w:eastAsia="en-GB"/>
                    </w:rPr>
                    <w:id w:val="-942380628"/>
                    <w:placeholder>
                      <w:docPart w:val="92407535B5F54D4ABBB5634AE6169B28"/>
                    </w:placeholder>
                  </w:sdtPr>
                  <w:sdtEndPr/>
                  <w:sdtContent>
                    <w:sdt>
                      <w:sdtPr>
                        <w:rPr>
                          <w:bCs/>
                          <w:szCs w:val="24"/>
                          <w:lang w:eastAsia="en-GB"/>
                        </w:rPr>
                        <w:id w:val="2126120798"/>
                        <w:placeholder>
                          <w:docPart w:val="68E1682EED4944C68D63FD9C07FFE0C6"/>
                        </w:placeholder>
                      </w:sdtPr>
                      <w:sdtEndPr/>
                      <w:sdtContent>
                        <w:r w:rsidR="00FE17DC">
                          <w:rPr>
                            <w:szCs w:val="24"/>
                          </w:rPr>
                          <w:t>Morocco</w:t>
                        </w:r>
                      </w:sdtContent>
                    </w:sdt>
                  </w:sdtContent>
                </w:sdt>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119C7B11" w:rsidR="00E21DBD" w:rsidRPr="0007110E" w:rsidRDefault="008F4BA9" w:rsidP="00E82667">
            <w:pPr>
              <w:tabs>
                <w:tab w:val="left" w:pos="426"/>
              </w:tabs>
              <w:spacing w:before="120"/>
              <w:rPr>
                <w:bCs/>
                <w:lang w:val="en-IE" w:eastAsia="en-GB"/>
              </w:rPr>
            </w:pPr>
            <w:r>
              <w:rPr>
                <w:bCs/>
                <w:lang w:eastAsia="en-GB"/>
              </w:rP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lang w:eastAsia="en-GB"/>
              </w:rPr>
              <w:object w:dxaOrig="1440" w:dyaOrig="1440"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6DADDBA6" w:rsidR="00E21DBD" w:rsidRDefault="00E82667" w:rsidP="00E21DBD">
            <w:pPr>
              <w:tabs>
                <w:tab w:val="left" w:pos="426"/>
              </w:tabs>
              <w:contextualSpacing/>
              <w:rPr>
                <w:bCs/>
                <w:szCs w:val="24"/>
                <w:lang w:eastAsia="en-GB"/>
              </w:rPr>
            </w:pPr>
            <w:r>
              <w:rPr>
                <w:bCs/>
                <w:lang w:eastAsia="en-GB"/>
              </w:rPr>
              <w:object w:dxaOrig="1440" w:dyaOrig="1440"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FB450C"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FB450C"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FB450C"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2D6ED5B0" w:rsidR="00E21DBD" w:rsidRPr="0007110E" w:rsidRDefault="00E82667" w:rsidP="00252050">
            <w:pPr>
              <w:tabs>
                <w:tab w:val="left" w:pos="426"/>
              </w:tabs>
              <w:rPr>
                <w:bCs/>
                <w:lang w:val="en-IE" w:eastAsia="en-GB"/>
              </w:rPr>
            </w:pPr>
            <w:r>
              <w:rPr>
                <w:bCs/>
                <w:lang w:eastAsia="en-GB"/>
              </w:rPr>
              <w:object w:dxaOrig="1440" w:dyaOrig="1440"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7AB77A23" w:rsidR="00DF1E49" w:rsidRDefault="00E82667" w:rsidP="00E82667">
            <w:pPr>
              <w:tabs>
                <w:tab w:val="left" w:pos="426"/>
              </w:tabs>
              <w:spacing w:before="120" w:after="120"/>
              <w:rPr>
                <w:bCs/>
                <w:szCs w:val="24"/>
                <w:lang w:eastAsia="en-GB"/>
              </w:rPr>
            </w:pPr>
            <w:r>
              <w:rPr>
                <w:bCs/>
                <w:lang w:eastAsia="en-GB"/>
              </w:rPr>
              <w:object w:dxaOrig="1440" w:dyaOrig="1440" w14:anchorId="51A1B371">
                <v:shape id="_x0000_i1045" type="#_x0000_t75" style="width:108pt;height:21.6pt" o:ole="">
                  <v:imagedata r:id="rId23" o:title=""/>
                </v:shape>
                <w:control r:id="rId24" w:name="OptionButton2" w:shapeid="_x0000_i1045"/>
              </w:object>
            </w:r>
            <w:r>
              <w:rPr>
                <w:bCs/>
                <w:lang w:eastAsia="en-GB"/>
              </w:rPr>
              <w:object w:dxaOrig="1440" w:dyaOrig="1440" w14:anchorId="0992615F">
                <v:shape id="_x0000_i1047" type="#_x0000_t75" style="width:108pt;height:21.6pt" o:ole="">
                  <v:imagedata r:id="rId25" o:title=""/>
                </v:shape>
                <w:control r:id="rId26" w:name="OptionButton3" w:shapeid="_x0000_i1047"/>
              </w:object>
            </w:r>
          </w:p>
          <w:p w14:paraId="42C9AD79" w14:textId="6FF10D1B"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11-25T00:00:00Z">
                  <w:dateFormat w:val="dd-MM-yyyy"/>
                  <w:lid w:val="fr-BE"/>
                  <w:storeMappedDataAs w:val="dateTime"/>
                  <w:calendar w:val="gregorian"/>
                </w:date>
              </w:sdtPr>
              <w:sdtEndPr/>
              <w:sdtContent>
                <w:r w:rsidR="00FB450C">
                  <w:rPr>
                    <w:bCs/>
                    <w:lang w:val="fr-BE" w:eastAsia="en-GB"/>
                  </w:rPr>
                  <w:t>25-11-2025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sdt>
          <w:sdtPr>
            <w:rPr>
              <w:lang w:val="en-US" w:eastAsia="en-GB"/>
            </w:rPr>
            <w:id w:val="-1764764946"/>
            <w:placeholder>
              <w:docPart w:val="C2F07CF8C31F4B62BF3A98BDDF678A5D"/>
            </w:placeholder>
          </w:sdtPr>
          <w:sdtEndPr/>
          <w:sdtContent>
            <w:p w14:paraId="59DD0438" w14:textId="304FBFEB" w:rsidR="00E21DBD" w:rsidRDefault="005C0526" w:rsidP="005C0526">
              <w:pPr>
                <w:autoSpaceDE w:val="0"/>
                <w:autoSpaceDN w:val="0"/>
                <w:adjustRightInd w:val="0"/>
                <w:spacing w:after="0"/>
                <w:rPr>
                  <w:lang w:val="en-US" w:eastAsia="en-GB"/>
                </w:rPr>
              </w:pPr>
              <w:r w:rsidRPr="001C055F">
                <w:rPr>
                  <w:color w:val="000000"/>
                  <w:szCs w:val="24"/>
                </w:rPr>
                <w:t>The mission of HOME.A3 is to develop and implement DG HOME's external policies on migration and security, thereby contributing to: (1) formulating and applying coherent and comprehensive EU external strategies and actions which adequately reflect the EU's migration and security priorities and objectives, (2) providing coherent and consistent responses to key</w:t>
              </w:r>
              <w:r>
                <w:rPr>
                  <w:color w:val="000000"/>
                  <w:szCs w:val="24"/>
                </w:rPr>
                <w:t xml:space="preserve"> </w:t>
              </w:r>
              <w:r w:rsidRPr="001C055F">
                <w:rPr>
                  <w:color w:val="000000"/>
                  <w:szCs w:val="24"/>
                </w:rPr>
                <w:t xml:space="preserve">migration and security external challenges facing the European Union, (3) promoting the rights and values underpinning the area of Freedom, Security and Justice </w:t>
              </w:r>
              <w:r w:rsidRPr="001C055F">
                <w:rPr>
                  <w:color w:val="000000"/>
                  <w:szCs w:val="24"/>
                </w:rPr>
                <w:lastRenderedPageBreak/>
                <w:t xml:space="preserve">in relations with third countries, and (4) the EU becoming a stronger and more visible </w:t>
              </w:r>
              <w:r w:rsidRPr="001C055F">
                <w:rPr>
                  <w:szCs w:val="24"/>
                </w:rPr>
                <w:t>global actor in the areas of migration and security.</w:t>
              </w:r>
            </w:p>
          </w:sdtContent>
        </w:sdt>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bookmarkStart w:id="3" w:name="_Hlk159936837" w:displacedByCustomXml="next"/>
        <w:sdt>
          <w:sdtPr>
            <w:rPr>
              <w:lang w:val="en-US" w:eastAsia="en-GB"/>
            </w:rPr>
            <w:id w:val="-1543670782"/>
            <w:placeholder>
              <w:docPart w:val="DF6AC8D98DFB4806A862BEF034FCA390"/>
            </w:placeholder>
          </w:sdtPr>
          <w:sdtEndPr/>
          <w:sdtContent>
            <w:p w14:paraId="66EF33FB" w14:textId="77777777" w:rsidR="005C0526" w:rsidRDefault="005C0526" w:rsidP="005C0526">
              <w:pPr>
                <w:widowControl w:val="0"/>
                <w:spacing w:after="295" w:line="259" w:lineRule="exact"/>
                <w:ind w:right="320"/>
                <w:rPr>
                  <w:lang w:val="en-US" w:eastAsia="en-GB"/>
                </w:rPr>
              </w:pPr>
              <w:r>
                <w:rPr>
                  <w:lang w:val="en-US" w:eastAsia="en-GB"/>
                </w:rPr>
                <w:t xml:space="preserve">We propose a SNE post attached to DG HOME and deployed in a EU Delegation. </w:t>
              </w:r>
            </w:p>
            <w:p w14:paraId="01AA16C1" w14:textId="77777777" w:rsidR="005C0526" w:rsidRDefault="005C0526" w:rsidP="005C0526">
              <w:pPr>
                <w:widowControl w:val="0"/>
                <w:spacing w:after="295" w:line="259" w:lineRule="exact"/>
                <w:ind w:right="320"/>
                <w:rPr>
                  <w:lang w:val="en-US" w:eastAsia="en-GB"/>
                </w:rPr>
              </w:pPr>
              <w:bookmarkStart w:id="4" w:name="_Hlk161759420"/>
              <w:r w:rsidRPr="00B97582">
                <w:rPr>
                  <w:lang w:val="en-US" w:eastAsia="en-GB"/>
                </w:rPr>
                <w:t>Overall purpose: to step up coordination to maximize the impact of EU action on migration in third countries and to enhance the engagement of key countries of origin and transit on the entire spectrum of migration issues. EMLOs will contribute to the operational implementation of the comprehensive approach presented in the European Pact on Migration and Asylum by inter alia contributing to migration governance and management, including the prevention and countering of irregular migration, counter-smuggling and border protection measures, better organising legal migration and mobility, ensuring more effective return and readmission, proving protection and support to host communities and building economic opportunities. The EMLOs will also contribute to the implementation of the bilateral and regional cooperation frameworks on migration.</w:t>
              </w:r>
            </w:p>
            <w:p w14:paraId="7537932C" w14:textId="77777777" w:rsidR="005C0526" w:rsidRDefault="005C0526" w:rsidP="005C0526">
              <w:pPr>
                <w:spacing w:after="0"/>
                <w:rPr>
                  <w:lang w:val="en-US" w:eastAsia="en-GB"/>
                </w:rPr>
              </w:pPr>
              <w:r w:rsidRPr="00B97582">
                <w:rPr>
                  <w:lang w:val="en-US" w:eastAsia="en-GB"/>
                </w:rPr>
                <w:t>The actual mandate of each of the EMLO will be adapted to the specific situation of the hosting third country, in particular the migratory and security challenges there and the level of its cooperation with the EU. He/she will be under the direct supervision of the Head of the Political Section and the general supervision of the Head of Delegation. He/she will be based in the country (in the EU Delegation) and will be required to travel in the country and in the region, where necessary.</w:t>
              </w:r>
              <w:r>
                <w:rPr>
                  <w:lang w:val="en-US" w:eastAsia="en-GB"/>
                </w:rPr>
                <w:t xml:space="preserve">   </w:t>
              </w:r>
            </w:p>
            <w:p w14:paraId="46EE3E07" w14:textId="5C0C9F30" w:rsidR="00E21DBD" w:rsidRPr="00AF7D78" w:rsidRDefault="00FB450C" w:rsidP="005C0526">
              <w:pPr>
                <w:autoSpaceDE w:val="0"/>
                <w:autoSpaceDN w:val="0"/>
                <w:adjustRightInd w:val="0"/>
                <w:spacing w:after="0"/>
                <w:rPr>
                  <w:lang w:val="en-US" w:eastAsia="en-GB"/>
                </w:rPr>
              </w:pPr>
            </w:p>
            <w:bookmarkEnd w:id="4" w:displacedByCustomXml="next"/>
          </w:sdtContent>
        </w:sdt>
        <w:bookmarkEnd w:id="3" w:displacedByCustomXml="next"/>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sdt>
          <w:sdtPr>
            <w:rPr>
              <w:lang w:val="en-US" w:eastAsia="en-GB"/>
            </w:rPr>
            <w:id w:val="-1545748911"/>
            <w:placeholder>
              <w:docPart w:val="6CB481AE0A584FBD864195276E0E78E3"/>
            </w:placeholder>
          </w:sdtPr>
          <w:sdtEndPr/>
          <w:sdtContent>
            <w:p w14:paraId="4B2EFDA5" w14:textId="77777777" w:rsidR="005C0526" w:rsidRPr="00384900" w:rsidRDefault="005C0526" w:rsidP="005C0526">
              <w:pPr>
                <w:widowControl w:val="0"/>
                <w:spacing w:after="295" w:line="259" w:lineRule="exact"/>
                <w:ind w:right="320"/>
                <w:rPr>
                  <w:szCs w:val="24"/>
                </w:rPr>
              </w:pPr>
            </w:p>
            <w:p w14:paraId="64C58133" w14:textId="77777777" w:rsidR="005C0526" w:rsidRPr="00384900" w:rsidRDefault="005C0526" w:rsidP="005C0526">
              <w:pPr>
                <w:widowControl w:val="0"/>
                <w:spacing w:after="162" w:line="190" w:lineRule="exact"/>
                <w:rPr>
                  <w:rFonts w:eastAsia="Arial"/>
                  <w:color w:val="000000"/>
                  <w:szCs w:val="24"/>
                  <w:lang w:val="en-US" w:eastAsia="en-GB"/>
                </w:rPr>
              </w:pPr>
              <w:r w:rsidRPr="00384900">
                <w:rPr>
                  <w:rFonts w:eastAsia="Arial"/>
                  <w:color w:val="000000"/>
                  <w:szCs w:val="24"/>
                  <w:lang w:val="en-US" w:eastAsia="en-GB"/>
                </w:rPr>
                <w:t>An SNE who will:</w:t>
              </w:r>
            </w:p>
            <w:p w14:paraId="07FA6EB4" w14:textId="77777777" w:rsidR="005C0526" w:rsidRPr="0038490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rFonts w:eastAsia="Arial"/>
                  <w:color w:val="000000"/>
                  <w:szCs w:val="24"/>
                  <w:lang w:val="en-US" w:eastAsia="en-GB"/>
                </w:rPr>
                <w:t xml:space="preserve">Under the supervision of the Head of the Political Section, establish and maintain direct contacts with competent national and regional authorities to promote and support engagement with the EU on the entire spectrum of migration issues. </w:t>
              </w:r>
            </w:p>
            <w:p w14:paraId="2D759575" w14:textId="77777777" w:rsidR="005C0526" w:rsidRPr="0038490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Gather knowledge and information related to migratory situation and specific migratory trends (flows, routes, risks, modi operandi used by smugglers and related criminal activities) as well as to policy developments in the host country (policy of the official authorities, legislative basis, social/public trends) and in the wider region (for those with a regional mandate). He/She will contribute to identifying challenges and needs in both strategic and operational terms and share these with the Commission, the EEAS, the Council and the relevant EU Agencies, in particular for purpose of risk analysis developed by Frontex and investigations at EU level supported by Europol.</w:t>
              </w:r>
            </w:p>
            <w:p w14:paraId="12F36779" w14:textId="77777777" w:rsidR="005C0526" w:rsidRPr="0038490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 xml:space="preserve">Provide policy/strategic analysis and recommendations and contribute to the reporting of the EU Delegation. </w:t>
              </w:r>
            </w:p>
            <w:p w14:paraId="1ED548C1" w14:textId="77777777" w:rsidR="005C0526" w:rsidRPr="0038490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Under the supervision of the Head of the Political Section, facilitate and support the Immigration Liaison Officers' Network in the country of posting in line with Regulation 2019/1240</w:t>
              </w:r>
              <w:r>
                <w:rPr>
                  <w:szCs w:val="24"/>
                  <w:lang w:val="en-US" w:eastAsia="en-GB"/>
                </w:rPr>
                <w:t>, e</w:t>
              </w:r>
              <w:r w:rsidRPr="00384900">
                <w:rPr>
                  <w:szCs w:val="24"/>
                  <w:lang w:val="en-US" w:eastAsia="en-GB"/>
                </w:rPr>
                <w:t>stablish and lead a network of Member States’ and EU Agencies representatives dealing with migration issues in the host country.</w:t>
              </w:r>
            </w:p>
            <w:p w14:paraId="7754C5A3" w14:textId="77777777" w:rsidR="005C0526" w:rsidRPr="0038490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lastRenderedPageBreak/>
                <w:t>Under the supervision of the Head of the Political Section, cooperate and liaise with all relevant interlocutors present in the country, including EU and non-EU countries' liaison officers, international organisations, CSDP missions and EU agencies, MS consular authorities, participate in Local Schengen Cooperation (LSC) meetings and support the LSC contact point where relevant. EMLOs should also cooperate closely with the contact points for trafficking in human beings at the EU Delegation. Where relevant, the EMLOs will also contribute to the preparation of migration-related projects and to their implementation, and ensure coordination of the policies with the funding instruments (NDICI, AMIF, ISF, BMVI).</w:t>
              </w:r>
            </w:p>
            <w:p w14:paraId="0A2F00E5" w14:textId="77777777" w:rsidR="005C0526" w:rsidRPr="0038490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Under the supervision of the Head of the Political Section, support the effective implementation of the EU return policy, in particular by supporting practical cooperation (and in case necessary, the enforcement of return decisions and return operations from Frontex or from Member States), as well as providing policy analysis, advise and operational support for the implementation of the existing readmission agreements. In this regard, EMLOs will cooperate with those Immigration Liaison Officers (ILOs) who are, in line with the EU Regulation 2019/1240, tasked with assisting in establishing the identity of third country nationals and facilitating their return to their countries of origin as well as with the Return Liaison Officers deployed as a part of the EURLO network funded under Specific Action of the Asylum, Migration and Integration Fund (AMIF) and other networks on return and readmission (e.g. EURINT).</w:t>
              </w:r>
            </w:p>
            <w:p w14:paraId="4841FC46" w14:textId="77777777" w:rsidR="005C0526" w:rsidRPr="0038490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Send regular reporting to the EEAS, the relevant Commission services and EU Agencies. In this regard, the reporting obligation of the EMLO should be twofold: 1) ad-hoc flash reports in case of events that require immediate early warning system or alerts and 2) periodical strategic reports (at least monthly) on trends, political situation, policy development.</w:t>
              </w:r>
            </w:p>
            <w:p w14:paraId="2677F448" w14:textId="77777777" w:rsidR="005C0526" w:rsidRPr="00F725F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Work closely with the other members of the delegation to ensure that migration is mainstreamed, as appropriate, in other issues such as development cooperation or the implementation of the bilateral and regional cooperation frameworks on migration in order to ensure consistent implementation of the EU policy and better achieve the above-mentioned objectives.</w:t>
              </w:r>
            </w:p>
            <w:tbl>
              <w:tblPr>
                <w:tblW w:w="0" w:type="auto"/>
                <w:jc w:val="center"/>
                <w:tblLayout w:type="fixed"/>
                <w:tblLook w:val="01E0" w:firstRow="1" w:lastRow="1" w:firstColumn="1" w:lastColumn="1" w:noHBand="0" w:noVBand="0"/>
              </w:tblPr>
              <w:tblGrid>
                <w:gridCol w:w="8930"/>
              </w:tblGrid>
              <w:tr w:rsidR="005C0526" w:rsidRPr="009F1525" w14:paraId="3A9CB1FA" w14:textId="77777777" w:rsidTr="00596866">
                <w:trPr>
                  <w:jc w:val="center"/>
                </w:trPr>
                <w:tc>
                  <w:tcPr>
                    <w:tcW w:w="8930" w:type="dxa"/>
                    <w:tcBorders>
                      <w:left w:val="nil"/>
                      <w:right w:val="single" w:sz="4" w:space="0" w:color="auto"/>
                    </w:tcBorders>
                    <w:shd w:val="clear" w:color="auto" w:fill="auto"/>
                  </w:tcPr>
                  <w:p w14:paraId="62E32261" w14:textId="77777777" w:rsidR="005C0526" w:rsidRPr="009F1525" w:rsidRDefault="005C0526" w:rsidP="00596866">
                    <w:pPr>
                      <w:tabs>
                        <w:tab w:val="left" w:pos="317"/>
                      </w:tabs>
                      <w:spacing w:after="0"/>
                      <w:ind w:right="1317"/>
                      <w:rPr>
                        <w:lang w:val="en-US" w:eastAsia="en-GB"/>
                      </w:rPr>
                    </w:pPr>
                    <w:r w:rsidRPr="009F1525">
                      <w:rPr>
                        <w:b/>
                        <w:u w:val="single"/>
                        <w:lang w:val="en-US" w:eastAsia="en-GB"/>
                      </w:rPr>
                      <w:t xml:space="preserve">Selection criteria </w:t>
                    </w:r>
                  </w:p>
                  <w:p w14:paraId="3EAAD43B" w14:textId="77777777" w:rsidR="005C0526" w:rsidRPr="009F1525" w:rsidRDefault="005C0526" w:rsidP="00596866">
                    <w:pPr>
                      <w:spacing w:after="0"/>
                      <w:ind w:right="1317"/>
                      <w:rPr>
                        <w:lang w:val="en-US" w:eastAsia="en-GB"/>
                      </w:rPr>
                    </w:pPr>
                  </w:p>
                </w:tc>
              </w:tr>
              <w:tr w:rsidR="005C0526" w:rsidRPr="009F1525" w14:paraId="1D83DD76" w14:textId="77777777" w:rsidTr="00596866">
                <w:trPr>
                  <w:jc w:val="center"/>
                </w:trPr>
                <w:tc>
                  <w:tcPr>
                    <w:tcW w:w="8930" w:type="dxa"/>
                    <w:tcBorders>
                      <w:left w:val="nil"/>
                      <w:right w:val="single" w:sz="4" w:space="0" w:color="auto"/>
                    </w:tcBorders>
                    <w:shd w:val="clear" w:color="auto" w:fill="auto"/>
                  </w:tcPr>
                  <w:p w14:paraId="286495CB" w14:textId="77777777" w:rsidR="005C0526" w:rsidRPr="009F1525" w:rsidRDefault="005C0526" w:rsidP="00596866">
                    <w:pPr>
                      <w:tabs>
                        <w:tab w:val="left" w:pos="709"/>
                      </w:tabs>
                      <w:spacing w:after="0"/>
                      <w:ind w:right="60"/>
                      <w:rPr>
                        <w:lang w:val="en-US" w:eastAsia="en-GB"/>
                      </w:rPr>
                    </w:pPr>
                    <w:bookmarkStart w:id="5" w:name="_Hlk162010673"/>
                    <w:r w:rsidRPr="009F1525">
                      <w:rPr>
                        <w:u w:val="single"/>
                        <w:lang w:val="en-US" w:eastAsia="en-GB"/>
                      </w:rPr>
                      <w:t>Diploma</w:t>
                    </w:r>
                    <w:r w:rsidRPr="009F1525">
                      <w:rPr>
                        <w:lang w:val="en-US" w:eastAsia="en-GB"/>
                      </w:rPr>
                      <w:t xml:space="preserve"> </w:t>
                    </w:r>
                  </w:p>
                  <w:p w14:paraId="35D35BA6" w14:textId="77777777" w:rsidR="005C0526" w:rsidRPr="009F1525" w:rsidRDefault="005C0526" w:rsidP="00596866">
                    <w:pPr>
                      <w:tabs>
                        <w:tab w:val="left" w:pos="709"/>
                      </w:tabs>
                      <w:spacing w:after="0"/>
                      <w:ind w:left="709" w:right="60"/>
                      <w:rPr>
                        <w:lang w:val="en-US" w:eastAsia="en-GB"/>
                      </w:rPr>
                    </w:pPr>
                  </w:p>
                  <w:p w14:paraId="086FAD0D" w14:textId="77777777" w:rsidR="005C0526" w:rsidRPr="009F1525" w:rsidRDefault="005C0526" w:rsidP="00596866">
                    <w:pPr>
                      <w:tabs>
                        <w:tab w:val="left" w:pos="709"/>
                      </w:tabs>
                      <w:spacing w:after="0"/>
                      <w:ind w:right="1317"/>
                      <w:rPr>
                        <w:lang w:val="en-US" w:eastAsia="en-GB"/>
                      </w:rPr>
                    </w:pPr>
                    <w:r w:rsidRPr="009F1525">
                      <w:rPr>
                        <w:lang w:val="en-US" w:eastAsia="en-GB"/>
                      </w:rPr>
                      <w:t xml:space="preserve">-university degree or </w:t>
                    </w:r>
                  </w:p>
                  <w:p w14:paraId="3F4E729C" w14:textId="77777777" w:rsidR="005C0526" w:rsidRPr="009F1525" w:rsidRDefault="005C0526" w:rsidP="00596866">
                    <w:pPr>
                      <w:tabs>
                        <w:tab w:val="left" w:pos="55"/>
                      </w:tabs>
                      <w:spacing w:after="0"/>
                      <w:ind w:left="55" w:right="1317" w:hanging="55"/>
                      <w:rPr>
                        <w:lang w:val="en-US"/>
                      </w:rPr>
                    </w:pPr>
                    <w:r w:rsidRPr="009F1525">
                      <w:rPr>
                        <w:lang w:val="en-US" w:eastAsia="en-GB"/>
                      </w:rPr>
                      <w:t>-professional training or professional experience of an equivalent level in the field(s) of :</w:t>
                    </w:r>
                    <w:r w:rsidRPr="009F1525">
                      <w:rPr>
                        <w:lang w:val="en-US"/>
                      </w:rPr>
                      <w:t xml:space="preserve"> </w:t>
                    </w:r>
                  </w:p>
                  <w:p w14:paraId="3F8FAEED" w14:textId="77777777" w:rsidR="005C0526" w:rsidRPr="009F1525" w:rsidRDefault="005C0526" w:rsidP="00596866">
                    <w:pPr>
                      <w:tabs>
                        <w:tab w:val="left" w:pos="55"/>
                      </w:tabs>
                      <w:spacing w:after="0"/>
                      <w:ind w:left="55" w:right="1317" w:hanging="55"/>
                      <w:rPr>
                        <w:lang w:val="en-US"/>
                      </w:rPr>
                    </w:pPr>
                    <w:r w:rsidRPr="009F1525">
                      <w:rPr>
                        <w:lang w:val="en-US"/>
                      </w:rPr>
                      <w:t xml:space="preserve"> </w:t>
                    </w:r>
                    <w:r w:rsidRPr="009F1525">
                      <w:rPr>
                        <w:lang w:val="en-US" w:eastAsia="en-GB"/>
                      </w:rPr>
                      <w:t>law, political science, econom</w:t>
                    </w:r>
                    <w:r>
                      <w:rPr>
                        <w:lang w:val="en-US" w:eastAsia="en-GB"/>
                      </w:rPr>
                      <w:t>ics</w:t>
                    </w:r>
                    <w:r w:rsidRPr="009F1525">
                      <w:rPr>
                        <w:lang w:val="en-US" w:eastAsia="en-GB"/>
                      </w:rPr>
                      <w:t>, business administration or any other related fields.</w:t>
                    </w:r>
                  </w:p>
                  <w:p w14:paraId="0636954A" w14:textId="77777777" w:rsidR="005C0526" w:rsidRPr="009F1525" w:rsidRDefault="005C0526" w:rsidP="00596866">
                    <w:pPr>
                      <w:tabs>
                        <w:tab w:val="left" w:pos="709"/>
                      </w:tabs>
                      <w:spacing w:after="0"/>
                      <w:ind w:left="709" w:right="60"/>
                      <w:rPr>
                        <w:lang w:val="en-US" w:eastAsia="en-GB"/>
                      </w:rPr>
                    </w:pPr>
                  </w:p>
                  <w:p w14:paraId="7709ED87" w14:textId="77777777" w:rsidR="005C0526" w:rsidRPr="009F1525" w:rsidRDefault="005C0526" w:rsidP="00596866">
                    <w:pPr>
                      <w:tabs>
                        <w:tab w:val="left" w:pos="709"/>
                      </w:tabs>
                      <w:spacing w:after="0"/>
                      <w:ind w:right="60"/>
                      <w:rPr>
                        <w:u w:val="single"/>
                        <w:lang w:val="en-US" w:eastAsia="en-GB"/>
                      </w:rPr>
                    </w:pPr>
                    <w:r w:rsidRPr="009F1525">
                      <w:rPr>
                        <w:u w:val="single"/>
                        <w:lang w:val="en-US" w:eastAsia="en-GB"/>
                      </w:rPr>
                      <w:t>Professional experience</w:t>
                    </w:r>
                  </w:p>
                  <w:p w14:paraId="52EA5658" w14:textId="77777777" w:rsidR="005C0526" w:rsidRPr="009F1525" w:rsidRDefault="005C0526" w:rsidP="00596866">
                    <w:pPr>
                      <w:tabs>
                        <w:tab w:val="left" w:pos="709"/>
                      </w:tabs>
                      <w:spacing w:after="0"/>
                      <w:ind w:left="709" w:right="60"/>
                      <w:rPr>
                        <w:lang w:val="en-US" w:eastAsia="en-GB"/>
                      </w:rPr>
                    </w:pPr>
                  </w:p>
                  <w:p w14:paraId="02FF4304" w14:textId="77777777" w:rsidR="005C0526" w:rsidRPr="009F1525" w:rsidRDefault="005C0526" w:rsidP="00596866">
                    <w:pPr>
                      <w:tabs>
                        <w:tab w:val="left" w:pos="709"/>
                      </w:tabs>
                      <w:spacing w:after="0"/>
                      <w:ind w:right="60"/>
                      <w:rPr>
                        <w:lang w:val="en-US" w:eastAsia="en-GB"/>
                      </w:rPr>
                    </w:pPr>
                    <w:r w:rsidRPr="009F1525">
                      <w:rPr>
                        <w:u w:val="single"/>
                        <w:lang w:val="en-US" w:eastAsia="en-GB"/>
                      </w:rPr>
                      <w:t>Essential</w:t>
                    </w:r>
                    <w:r w:rsidRPr="009F1525">
                      <w:rPr>
                        <w:lang w:val="en-US" w:eastAsia="en-GB"/>
                      </w:rPr>
                      <w:t>: Solid knowledge of the migration context and specific experience in relation to third countries on migration issues; have the capacity to strategically collect and analyze information on migration issues; have good negotiation skills; team player.</w:t>
                    </w:r>
                  </w:p>
                  <w:p w14:paraId="15BAAA27" w14:textId="77777777" w:rsidR="005C0526" w:rsidRPr="009F1525" w:rsidRDefault="005C0526" w:rsidP="00596866">
                    <w:pPr>
                      <w:tabs>
                        <w:tab w:val="left" w:pos="709"/>
                      </w:tabs>
                      <w:spacing w:after="0"/>
                      <w:ind w:left="709" w:right="60"/>
                      <w:rPr>
                        <w:lang w:val="en-US" w:eastAsia="en-GB"/>
                      </w:rPr>
                    </w:pPr>
                  </w:p>
                  <w:p w14:paraId="351E4867" w14:textId="77777777" w:rsidR="005C0526" w:rsidRPr="009F1525" w:rsidRDefault="005C0526" w:rsidP="00596866">
                    <w:pPr>
                      <w:tabs>
                        <w:tab w:val="left" w:pos="709"/>
                      </w:tabs>
                      <w:spacing w:after="0"/>
                      <w:ind w:right="60"/>
                      <w:rPr>
                        <w:lang w:val="en-US" w:eastAsia="en-GB"/>
                      </w:rPr>
                    </w:pPr>
                    <w:r w:rsidRPr="009F1525">
                      <w:rPr>
                        <w:u w:val="single"/>
                        <w:lang w:val="en-US" w:eastAsia="en-GB"/>
                      </w:rPr>
                      <w:t>Desired</w:t>
                    </w:r>
                    <w:r w:rsidRPr="009F1525">
                      <w:rPr>
                        <w:lang w:val="en-US" w:eastAsia="en-GB"/>
                      </w:rPr>
                      <w:t>: Professional experience in the field of migration, in particular with regard to third countries, the European Union and international organizations; experience as immigration liaison officers, as well as other liaison officers or diplomats for an EU Member State in a third country which, as part of their duties, dealt with migration issues would be an asset.</w:t>
                    </w:r>
                  </w:p>
                  <w:p w14:paraId="65CC64AB" w14:textId="77777777" w:rsidR="005C0526" w:rsidRPr="009F1525" w:rsidRDefault="005C0526" w:rsidP="00596866">
                    <w:pPr>
                      <w:tabs>
                        <w:tab w:val="left" w:pos="709"/>
                      </w:tabs>
                      <w:spacing w:after="0"/>
                      <w:ind w:left="709" w:right="60"/>
                      <w:rPr>
                        <w:lang w:val="en-US" w:eastAsia="en-GB"/>
                      </w:rPr>
                    </w:pPr>
                  </w:p>
                  <w:p w14:paraId="6D3ED85F" w14:textId="77777777" w:rsidR="005C0526" w:rsidRPr="009F1525" w:rsidRDefault="005C0526" w:rsidP="00596866">
                    <w:pPr>
                      <w:tabs>
                        <w:tab w:val="left" w:pos="709"/>
                      </w:tabs>
                      <w:spacing w:after="0"/>
                      <w:ind w:right="60"/>
                      <w:rPr>
                        <w:u w:val="single"/>
                        <w:lang w:val="en-US" w:eastAsia="en-GB"/>
                      </w:rPr>
                    </w:pPr>
                    <w:r w:rsidRPr="009F1525">
                      <w:rPr>
                        <w:u w:val="single"/>
                        <w:lang w:val="en-US" w:eastAsia="en-GB"/>
                      </w:rPr>
                      <w:t>Language(s) necessary for the performance of duties</w:t>
                    </w:r>
                  </w:p>
                  <w:p w14:paraId="1EFFB611" w14:textId="77777777" w:rsidR="005C0526" w:rsidRPr="009F1525" w:rsidRDefault="005C0526" w:rsidP="00596866">
                    <w:pPr>
                      <w:tabs>
                        <w:tab w:val="left" w:pos="709"/>
                      </w:tabs>
                      <w:spacing w:after="0"/>
                      <w:ind w:left="709" w:right="60"/>
                      <w:rPr>
                        <w:lang w:val="en-US" w:eastAsia="en-GB"/>
                      </w:rPr>
                    </w:pPr>
                  </w:p>
                  <w:p w14:paraId="52F85FE6" w14:textId="77777777" w:rsidR="005C0526" w:rsidRPr="009F1525" w:rsidRDefault="005C0526" w:rsidP="00596866">
                    <w:pPr>
                      <w:tabs>
                        <w:tab w:val="left" w:pos="709"/>
                      </w:tabs>
                      <w:spacing w:after="0"/>
                      <w:ind w:right="60"/>
                      <w:rPr>
                        <w:lang w:val="en-US" w:eastAsia="en-GB"/>
                      </w:rPr>
                    </w:pPr>
                    <w:r w:rsidRPr="00ED0E08">
                      <w:rPr>
                        <w:szCs w:val="24"/>
                        <w:lang w:val="en-IE" w:eastAsia="en-GB"/>
                      </w:rPr>
                      <w:t xml:space="preserve">Thorough knowledge of oral and written English (C1). </w:t>
                    </w:r>
                    <w:r w:rsidRPr="00ED0E08">
                      <w:rPr>
                        <w:szCs w:val="24"/>
                        <w:lang w:val="en-US" w:eastAsia="en-GB"/>
                      </w:rPr>
                      <w:t>Knowledge of the official language of the host country would be considered a major asset.</w:t>
                    </w:r>
                  </w:p>
                </w:tc>
              </w:tr>
            </w:tbl>
            <w:p w14:paraId="51994EDB" w14:textId="5B452EA1" w:rsidR="002E40A9" w:rsidRPr="00AF7D78" w:rsidRDefault="00FB450C" w:rsidP="005C0526">
              <w:pPr>
                <w:autoSpaceDE w:val="0"/>
                <w:autoSpaceDN w:val="0"/>
                <w:adjustRightInd w:val="0"/>
                <w:spacing w:after="0"/>
                <w:rPr>
                  <w:lang w:val="en-US" w:eastAsia="en-GB"/>
                </w:rPr>
              </w:pPr>
            </w:p>
            <w:bookmarkEnd w:id="5" w:displacedByCustomXml="next"/>
          </w:sdtContent>
        </w:sdt>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6" w:name="_Hlk132131276"/>
      <w:r>
        <w:t>Before applying, please read the attached privacy statement.</w:t>
      </w:r>
      <w:bookmarkEnd w:id="6"/>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2FD757F"/>
    <w:multiLevelType w:val="multilevel"/>
    <w:tmpl w:val="7012BEA4"/>
    <w:lvl w:ilvl="0">
      <w:start w:val="1"/>
      <w:numFmt w:val="bullet"/>
      <w:lvlText w:val="•"/>
      <w:lvlJc w:val="left"/>
      <w:rPr>
        <w:rFonts w:ascii="Arial" w:eastAsia="Arial" w:hAnsi="Arial" w:cs="Arial"/>
        <w:b w:val="0"/>
        <w:bCs w:val="0"/>
        <w:i w:val="0"/>
        <w:iCs w:val="0"/>
        <w:smallCaps w:val="0"/>
        <w:strike w:val="0"/>
        <w:color w:val="000000"/>
        <w:spacing w:val="-10"/>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3"/>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86601604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04C3"/>
    <w:rsid w:val="00092BCA"/>
    <w:rsid w:val="000A4668"/>
    <w:rsid w:val="000D129C"/>
    <w:rsid w:val="000F371B"/>
    <w:rsid w:val="000F4CD5"/>
    <w:rsid w:val="00110A92"/>
    <w:rsid w:val="00111AB6"/>
    <w:rsid w:val="001D0A81"/>
    <w:rsid w:val="002109E6"/>
    <w:rsid w:val="00252050"/>
    <w:rsid w:val="002B3CBF"/>
    <w:rsid w:val="002C13C3"/>
    <w:rsid w:val="002C49D0"/>
    <w:rsid w:val="002E40A9"/>
    <w:rsid w:val="00394447"/>
    <w:rsid w:val="003E50A4"/>
    <w:rsid w:val="0040388A"/>
    <w:rsid w:val="00431778"/>
    <w:rsid w:val="00454CC7"/>
    <w:rsid w:val="00464195"/>
    <w:rsid w:val="00476034"/>
    <w:rsid w:val="005168AD"/>
    <w:rsid w:val="0058240F"/>
    <w:rsid w:val="00592CD5"/>
    <w:rsid w:val="005C0526"/>
    <w:rsid w:val="005D1B85"/>
    <w:rsid w:val="0065111C"/>
    <w:rsid w:val="00665583"/>
    <w:rsid w:val="00693BC6"/>
    <w:rsid w:val="00696070"/>
    <w:rsid w:val="007E531E"/>
    <w:rsid w:val="007F02AC"/>
    <w:rsid w:val="007F7012"/>
    <w:rsid w:val="00824EC2"/>
    <w:rsid w:val="008D02B7"/>
    <w:rsid w:val="008F0B52"/>
    <w:rsid w:val="008F4BA9"/>
    <w:rsid w:val="00994062"/>
    <w:rsid w:val="00996CC6"/>
    <w:rsid w:val="009A1EA0"/>
    <w:rsid w:val="009A2F00"/>
    <w:rsid w:val="009C5E27"/>
    <w:rsid w:val="009F437C"/>
    <w:rsid w:val="00A033AD"/>
    <w:rsid w:val="00AB2CEA"/>
    <w:rsid w:val="00AF6424"/>
    <w:rsid w:val="00B24CC5"/>
    <w:rsid w:val="00B3644B"/>
    <w:rsid w:val="00B65513"/>
    <w:rsid w:val="00B73F08"/>
    <w:rsid w:val="00B8014C"/>
    <w:rsid w:val="00BD5462"/>
    <w:rsid w:val="00BF188B"/>
    <w:rsid w:val="00C06724"/>
    <w:rsid w:val="00C3254D"/>
    <w:rsid w:val="00C504C7"/>
    <w:rsid w:val="00C75BA4"/>
    <w:rsid w:val="00CB5B61"/>
    <w:rsid w:val="00CC3C40"/>
    <w:rsid w:val="00CD2C5A"/>
    <w:rsid w:val="00D0015C"/>
    <w:rsid w:val="00D03CF4"/>
    <w:rsid w:val="00D26183"/>
    <w:rsid w:val="00D7090C"/>
    <w:rsid w:val="00D84D53"/>
    <w:rsid w:val="00D96984"/>
    <w:rsid w:val="00DD41ED"/>
    <w:rsid w:val="00DE272C"/>
    <w:rsid w:val="00DF1E49"/>
    <w:rsid w:val="00E21DBD"/>
    <w:rsid w:val="00E342CB"/>
    <w:rsid w:val="00E41704"/>
    <w:rsid w:val="00E44D7F"/>
    <w:rsid w:val="00E82667"/>
    <w:rsid w:val="00E84FE8"/>
    <w:rsid w:val="00EB3147"/>
    <w:rsid w:val="00F4683D"/>
    <w:rsid w:val="00F6462F"/>
    <w:rsid w:val="00F91B73"/>
    <w:rsid w:val="00F93413"/>
    <w:rsid w:val="00FB450C"/>
    <w:rsid w:val="00FD740F"/>
    <w:rsid w:val="00FE17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5D78903C39E1489C9D5C485D5A3BB8D5"/>
        <w:category>
          <w:name w:val="General"/>
          <w:gallery w:val="placeholder"/>
        </w:category>
        <w:types>
          <w:type w:val="bbPlcHdr"/>
        </w:types>
        <w:behaviors>
          <w:behavior w:val="content"/>
        </w:behaviors>
        <w:guid w:val="{8D533500-1CED-4493-AC9C-45D0E196B64A}"/>
      </w:docPartPr>
      <w:docPartBody>
        <w:p w:rsidR="0040059D" w:rsidRDefault="0040059D" w:rsidP="0040059D">
          <w:pPr>
            <w:pStyle w:val="5D78903C39E1489C9D5C485D5A3BB8D5"/>
          </w:pPr>
          <w:r w:rsidRPr="0007110E">
            <w:rPr>
              <w:rStyle w:val="PlaceholderText"/>
              <w:bCs/>
            </w:rPr>
            <w:t>Click or tap here to enter text.</w:t>
          </w:r>
        </w:p>
      </w:docPartBody>
    </w:docPart>
    <w:docPart>
      <w:docPartPr>
        <w:name w:val="A50732109D39426398A945726BC78C43"/>
        <w:category>
          <w:name w:val="General"/>
          <w:gallery w:val="placeholder"/>
        </w:category>
        <w:types>
          <w:type w:val="bbPlcHdr"/>
        </w:types>
        <w:behaviors>
          <w:behavior w:val="content"/>
        </w:behaviors>
        <w:guid w:val="{CFACF354-EFA1-4E95-85B7-C8B3D8597F50}"/>
      </w:docPartPr>
      <w:docPartBody>
        <w:p w:rsidR="0040059D" w:rsidRDefault="0040059D" w:rsidP="0040059D">
          <w:pPr>
            <w:pStyle w:val="A50732109D39426398A945726BC78C43"/>
          </w:pPr>
          <w:r w:rsidRPr="00111AB6">
            <w:rPr>
              <w:rStyle w:val="PlaceholderText"/>
            </w:rPr>
            <w:t>Click or tap here to enter text.</w:t>
          </w:r>
        </w:p>
      </w:docPartBody>
    </w:docPart>
    <w:docPart>
      <w:docPartPr>
        <w:name w:val="2B366F805B08432F90B67E32953C06FF"/>
        <w:category>
          <w:name w:val="General"/>
          <w:gallery w:val="placeholder"/>
        </w:category>
        <w:types>
          <w:type w:val="bbPlcHdr"/>
        </w:types>
        <w:behaviors>
          <w:behavior w:val="content"/>
        </w:behaviors>
        <w:guid w:val="{08C8CAC2-B8B0-4918-8DE8-5D94D8A66268}"/>
      </w:docPartPr>
      <w:docPartBody>
        <w:p w:rsidR="0040059D" w:rsidRDefault="0040059D" w:rsidP="0040059D">
          <w:pPr>
            <w:pStyle w:val="2B366F805B08432F90B67E32953C06FF"/>
          </w:pPr>
          <w:r w:rsidRPr="0007110E">
            <w:rPr>
              <w:rStyle w:val="PlaceholderText"/>
              <w:bCs/>
            </w:rPr>
            <w:t>Click or tap here to enter text.</w:t>
          </w:r>
        </w:p>
      </w:docPartBody>
    </w:docPart>
    <w:docPart>
      <w:docPartPr>
        <w:name w:val="92407535B5F54D4ABBB5634AE6169B28"/>
        <w:category>
          <w:name w:val="General"/>
          <w:gallery w:val="placeholder"/>
        </w:category>
        <w:types>
          <w:type w:val="bbPlcHdr"/>
        </w:types>
        <w:behaviors>
          <w:behavior w:val="content"/>
        </w:behaviors>
        <w:guid w:val="{2C2E6D7C-2B26-457A-8143-070C1C79FE18}"/>
      </w:docPartPr>
      <w:docPartBody>
        <w:p w:rsidR="0040059D" w:rsidRDefault="0040059D" w:rsidP="0040059D">
          <w:pPr>
            <w:pStyle w:val="92407535B5F54D4ABBB5634AE6169B28"/>
          </w:pPr>
          <w:r w:rsidRPr="00BD2312">
            <w:rPr>
              <w:rStyle w:val="PlaceholderText"/>
            </w:rPr>
            <w:t>Click or tap here to enter text.</w:t>
          </w:r>
        </w:p>
      </w:docPartBody>
    </w:docPart>
    <w:docPart>
      <w:docPartPr>
        <w:name w:val="C2F07CF8C31F4B62BF3A98BDDF678A5D"/>
        <w:category>
          <w:name w:val="General"/>
          <w:gallery w:val="placeholder"/>
        </w:category>
        <w:types>
          <w:type w:val="bbPlcHdr"/>
        </w:types>
        <w:behaviors>
          <w:behavior w:val="content"/>
        </w:behaviors>
        <w:guid w:val="{877DCEA7-F00E-49A5-BD61-7D715F79F1B1}"/>
      </w:docPartPr>
      <w:docPartBody>
        <w:p w:rsidR="0040059D" w:rsidRDefault="0040059D" w:rsidP="0040059D">
          <w:pPr>
            <w:pStyle w:val="C2F07CF8C31F4B62BF3A98BDDF678A5D"/>
          </w:pPr>
          <w:r w:rsidRPr="00BD2312">
            <w:rPr>
              <w:rStyle w:val="PlaceholderText"/>
            </w:rPr>
            <w:t>Click or tap here to enter text.</w:t>
          </w:r>
        </w:p>
      </w:docPartBody>
    </w:docPart>
    <w:docPart>
      <w:docPartPr>
        <w:name w:val="DF6AC8D98DFB4806A862BEF034FCA390"/>
        <w:category>
          <w:name w:val="General"/>
          <w:gallery w:val="placeholder"/>
        </w:category>
        <w:types>
          <w:type w:val="bbPlcHdr"/>
        </w:types>
        <w:behaviors>
          <w:behavior w:val="content"/>
        </w:behaviors>
        <w:guid w:val="{8AFE7340-06DC-42AB-882B-84997AC28AF9}"/>
      </w:docPartPr>
      <w:docPartBody>
        <w:p w:rsidR="0040059D" w:rsidRDefault="0040059D" w:rsidP="0040059D">
          <w:pPr>
            <w:pStyle w:val="DF6AC8D98DFB4806A862BEF034FCA390"/>
          </w:pPr>
          <w:r w:rsidRPr="00BD2312">
            <w:rPr>
              <w:rStyle w:val="PlaceholderText"/>
            </w:rPr>
            <w:t>Click or tap here to enter text.</w:t>
          </w:r>
        </w:p>
      </w:docPartBody>
    </w:docPart>
    <w:docPart>
      <w:docPartPr>
        <w:name w:val="6CB481AE0A584FBD864195276E0E78E3"/>
        <w:category>
          <w:name w:val="General"/>
          <w:gallery w:val="placeholder"/>
        </w:category>
        <w:types>
          <w:type w:val="bbPlcHdr"/>
        </w:types>
        <w:behaviors>
          <w:behavior w:val="content"/>
        </w:behaviors>
        <w:guid w:val="{75C2059D-38E8-4995-8BF0-796458C65D90}"/>
      </w:docPartPr>
      <w:docPartBody>
        <w:p w:rsidR="0040059D" w:rsidRDefault="0040059D" w:rsidP="0040059D">
          <w:pPr>
            <w:pStyle w:val="6CB481AE0A584FBD864195276E0E78E3"/>
          </w:pPr>
          <w:r w:rsidRPr="00BD2312">
            <w:rPr>
              <w:rStyle w:val="PlaceholderText"/>
            </w:rPr>
            <w:t>Click or tap here to enter text.</w:t>
          </w:r>
        </w:p>
      </w:docPartBody>
    </w:docPart>
    <w:docPart>
      <w:docPartPr>
        <w:name w:val="13C85FDE63E24CB8BEB8CD18B2082D98"/>
        <w:category>
          <w:name w:val="General"/>
          <w:gallery w:val="placeholder"/>
        </w:category>
        <w:types>
          <w:type w:val="bbPlcHdr"/>
        </w:types>
        <w:behaviors>
          <w:behavior w:val="content"/>
        </w:behaviors>
        <w:guid w:val="{D057B456-840C-421C-A060-92F2CFD3A286}"/>
      </w:docPartPr>
      <w:docPartBody>
        <w:p w:rsidR="00B02A95" w:rsidRDefault="00B02A95" w:rsidP="00B02A95">
          <w:pPr>
            <w:pStyle w:val="13C85FDE63E24CB8BEB8CD18B2082D98"/>
          </w:pPr>
          <w:r w:rsidRPr="00111AB6">
            <w:rPr>
              <w:rStyle w:val="PlaceholderText"/>
            </w:rPr>
            <w:t>Click or tap here to enter text.</w:t>
          </w:r>
        </w:p>
      </w:docPartBody>
    </w:docPart>
    <w:docPart>
      <w:docPartPr>
        <w:name w:val="68E1682EED4944C68D63FD9C07FFE0C6"/>
        <w:category>
          <w:name w:val="General"/>
          <w:gallery w:val="placeholder"/>
        </w:category>
        <w:types>
          <w:type w:val="bbPlcHdr"/>
        </w:types>
        <w:behaviors>
          <w:behavior w:val="content"/>
        </w:behaviors>
        <w:guid w:val="{AC5D67D5-DF35-4524-B292-15D276554646}"/>
      </w:docPartPr>
      <w:docPartBody>
        <w:p w:rsidR="00B02A95" w:rsidRDefault="00B02A95" w:rsidP="00B02A95">
          <w:pPr>
            <w:pStyle w:val="68E1682EED4944C68D63FD9C07FFE0C6"/>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904C3"/>
    <w:rsid w:val="00110A92"/>
    <w:rsid w:val="001E3B1B"/>
    <w:rsid w:val="0040059D"/>
    <w:rsid w:val="00416B25"/>
    <w:rsid w:val="006212B2"/>
    <w:rsid w:val="006F0611"/>
    <w:rsid w:val="007F7378"/>
    <w:rsid w:val="00893390"/>
    <w:rsid w:val="00894A0C"/>
    <w:rsid w:val="009A12CB"/>
    <w:rsid w:val="009F437C"/>
    <w:rsid w:val="00B02A95"/>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B02A9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5D78903C39E1489C9D5C485D5A3BB8D5">
    <w:name w:val="5D78903C39E1489C9D5C485D5A3BB8D5"/>
    <w:rsid w:val="0040059D"/>
    <w:rPr>
      <w:kern w:val="2"/>
      <w:lang w:val="en-US" w:eastAsia="en-US"/>
      <w14:ligatures w14:val="standardContextual"/>
    </w:rPr>
  </w:style>
  <w:style w:type="paragraph" w:customStyle="1" w:styleId="A50732109D39426398A945726BC78C43">
    <w:name w:val="A50732109D39426398A945726BC78C43"/>
    <w:rsid w:val="0040059D"/>
    <w:rPr>
      <w:kern w:val="2"/>
      <w:lang w:val="en-US" w:eastAsia="en-US"/>
      <w14:ligatures w14:val="standardContextual"/>
    </w:rPr>
  </w:style>
  <w:style w:type="paragraph" w:customStyle="1" w:styleId="2B366F805B08432F90B67E32953C06FF">
    <w:name w:val="2B366F805B08432F90B67E32953C06FF"/>
    <w:rsid w:val="0040059D"/>
    <w:rPr>
      <w:kern w:val="2"/>
      <w:lang w:val="en-US" w:eastAsia="en-US"/>
      <w14:ligatures w14:val="standardContextual"/>
    </w:rPr>
  </w:style>
  <w:style w:type="paragraph" w:customStyle="1" w:styleId="92407535B5F54D4ABBB5634AE6169B28">
    <w:name w:val="92407535B5F54D4ABBB5634AE6169B28"/>
    <w:rsid w:val="0040059D"/>
    <w:rPr>
      <w:kern w:val="2"/>
      <w:lang w:val="en-US" w:eastAsia="en-US"/>
      <w14:ligatures w14:val="standardContextual"/>
    </w:rPr>
  </w:style>
  <w:style w:type="paragraph" w:customStyle="1" w:styleId="13C85FDE63E24CB8BEB8CD18B2082D98">
    <w:name w:val="13C85FDE63E24CB8BEB8CD18B2082D98"/>
    <w:rsid w:val="00B02A95"/>
    <w:rPr>
      <w:kern w:val="2"/>
      <w:lang w:val="en-US" w:eastAsia="en-US"/>
      <w14:ligatures w14:val="standardContextual"/>
    </w:rPr>
  </w:style>
  <w:style w:type="paragraph" w:customStyle="1" w:styleId="C2F07CF8C31F4B62BF3A98BDDF678A5D">
    <w:name w:val="C2F07CF8C31F4B62BF3A98BDDF678A5D"/>
    <w:rsid w:val="0040059D"/>
    <w:rPr>
      <w:kern w:val="2"/>
      <w:lang w:val="en-US" w:eastAsia="en-US"/>
      <w14:ligatures w14:val="standardContextual"/>
    </w:rPr>
  </w:style>
  <w:style w:type="paragraph" w:customStyle="1" w:styleId="DF6AC8D98DFB4806A862BEF034FCA390">
    <w:name w:val="DF6AC8D98DFB4806A862BEF034FCA390"/>
    <w:rsid w:val="0040059D"/>
    <w:rPr>
      <w:kern w:val="2"/>
      <w:lang w:val="en-US" w:eastAsia="en-US"/>
      <w14:ligatures w14:val="standardContextual"/>
    </w:rPr>
  </w:style>
  <w:style w:type="paragraph" w:customStyle="1" w:styleId="6CB481AE0A584FBD864195276E0E78E3">
    <w:name w:val="6CB481AE0A584FBD864195276E0E78E3"/>
    <w:rsid w:val="0040059D"/>
    <w:rPr>
      <w:kern w:val="2"/>
      <w:lang w:val="en-US" w:eastAsia="en-US"/>
      <w14:ligatures w14:val="standardContextual"/>
    </w:rPr>
  </w:style>
  <w:style w:type="paragraph" w:customStyle="1" w:styleId="68E1682EED4944C68D63FD9C07FFE0C6">
    <w:name w:val="68E1682EED4944C68D63FD9C07FFE0C6"/>
    <w:rsid w:val="00B02A95"/>
    <w:rPr>
      <w:kern w:val="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Responsible xmlns="30c666ed-fe46-43d6-bf30-6de2567680e6" xsi:nil="true"/>
    <Owners xmlns="30c666ed-fe46-43d6-bf30-6de2567680e6">
      <UserInfo>
        <DisplayName/>
        <AccountId xsi:nil="true"/>
        <AccountType/>
      </UserInfo>
    </Owners>
    <Content xmlns="30c666ed-fe46-43d6-bf30-6de2567680e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ée un document." ma:contentTypeScope="" ma:versionID="acd8e8bd0adb2c80a648bbeea8aa1fd1">
  <xsd:schema xmlns:xsd="http://www.w3.org/2001/XMLSchema" xmlns:xs="http://www.w3.org/2001/XMLSchema" xmlns:p="http://schemas.microsoft.com/office/2006/metadata/properties" xmlns:ns2="30c666ed-fe46-43d6-bf30-6de2567680e6" targetNamespace="http://schemas.microsoft.com/office/2006/metadata/properties" ma:root="true" ma:fieldsID="7bdc30587b92d20dd49b6e2158f734d7"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F56AE35A-A4C1-488B-8A80-41955AE84979}">
  <ds:schemaRefs>
    <ds:schemaRef ds:uri="http://schemas.microsoft.com/office/2006/metadata/properties"/>
    <ds:schemaRef ds:uri="http://purl.org/dc/dcmitype/"/>
    <ds:schemaRef ds:uri="http://purl.org/dc/elements/1.1/"/>
    <ds:schemaRef ds:uri="http://schemas.microsoft.com/office/infopath/2007/PartnerControls"/>
    <ds:schemaRef ds:uri="1929b814-5a78-4bdc-9841-d8b9ef424f65"/>
    <ds:schemaRef ds:uri="http://schemas.openxmlformats.org/package/2006/metadata/core-properties"/>
    <ds:schemaRef ds:uri="http://www.w3.org/XML/1998/namespace"/>
    <ds:schemaRef ds:uri="http://schemas.microsoft.com/office/2006/documentManagement/types"/>
    <ds:schemaRef ds:uri="http://schemas.microsoft.com/sharepoint/v3/fields"/>
    <ds:schemaRef ds:uri="08927195-b699-4be0-9ee2-6c66dc215b5a"/>
    <ds:schemaRef ds:uri="a41a97bf-0494-41d8-ba3d-259bd7771890"/>
    <ds:schemaRef ds:uri="http://purl.org/dc/terms/"/>
  </ds:schemaRefs>
</ds:datastoreItem>
</file>

<file path=customXml/itemProps2.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E962E0C6-03FE-4A2F-8D8B-D0CC465B6061}"/>
</file>

<file path=customXml/itemProps5.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Eurolook.dotm</Template>
  <TotalTime>8</TotalTime>
  <Pages>5</Pages>
  <Words>1717</Words>
  <Characters>9789</Characters>
  <Application>Microsoft Office Word</Application>
  <DocSecurity>0</DocSecurity>
  <PresentationFormat>Microsoft Word 14.0</PresentationFormat>
  <Lines>81</Lines>
  <Paragraphs>22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ALLARD Jana (HOME)</cp:lastModifiedBy>
  <cp:revision>8</cp:revision>
  <cp:lastPrinted>2023-04-05T10:36:00Z</cp:lastPrinted>
  <dcterms:created xsi:type="dcterms:W3CDTF">2024-10-10T11:00:00Z</dcterms:created>
  <dcterms:modified xsi:type="dcterms:W3CDTF">2025-09-08T14:17:00Z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